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96" w:type="dxa"/>
        <w:tblLook w:val="0000"/>
      </w:tblPr>
      <w:tblGrid>
        <w:gridCol w:w="2574"/>
        <w:gridCol w:w="3842"/>
        <w:gridCol w:w="1522"/>
        <w:gridCol w:w="1522"/>
      </w:tblGrid>
      <w:tr w:rsidR="00E356BF" w:rsidRPr="00672D5C" w:rsidTr="00672D5C">
        <w:trPr>
          <w:trHeight w:val="123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56BF" w:rsidRPr="00672D5C" w:rsidRDefault="00E356BF" w:rsidP="00672D5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 xml:space="preserve">Приложение 4 к протоколу общего </w:t>
            </w:r>
            <w:r w:rsidRPr="00672D5C">
              <w:rPr>
                <w:color w:val="000000"/>
                <w:sz w:val="16"/>
                <w:szCs w:val="16"/>
                <w:lang w:eastAsia="ru-RU"/>
              </w:rPr>
              <w:br/>
              <w:t>собрания собственников многоквартирного дома</w:t>
            </w:r>
            <w:r w:rsidRPr="00672D5C">
              <w:rPr>
                <w:color w:val="000000"/>
                <w:sz w:val="16"/>
                <w:szCs w:val="16"/>
                <w:lang w:eastAsia="ru-RU"/>
              </w:rPr>
              <w:br/>
              <w:t xml:space="preserve">№14  по ул. Котовского на  от  « 22 »  октября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72D5C">
                <w:rPr>
                  <w:color w:val="000000"/>
                  <w:sz w:val="16"/>
                  <w:szCs w:val="16"/>
                  <w:lang w:eastAsia="ru-RU"/>
                </w:rPr>
                <w:t>2015 г</w:t>
              </w:r>
            </w:smartTag>
            <w:r w:rsidRPr="00672D5C">
              <w:rPr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E356BF" w:rsidRPr="00672D5C" w:rsidTr="00672D5C">
        <w:trPr>
          <w:trHeight w:val="72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72D5C">
              <w:rPr>
                <w:color w:val="000000"/>
                <w:lang w:eastAsia="ru-RU"/>
              </w:rPr>
              <w:t>СТОИМОСТЬ УСЛУГ И РАБОТ ПО УПРАВЛЕНИЮ, СОДЕРЖАНИЮ И ТЕКУЩЕМУ РЕМОНТУ ОБЩЕГО ИМУЩЕСТВА В МНОГОКВАРТИРНОМ ДОМЕ И ПОРЯДОК ЕЕ  ИЗМЕНЕНИЯ.</w:t>
            </w:r>
          </w:p>
        </w:tc>
      </w:tr>
      <w:tr w:rsidR="00E356BF" w:rsidRPr="00672D5C" w:rsidTr="00672D5C">
        <w:trPr>
          <w:trHeight w:val="300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E356BF" w:rsidRPr="00672D5C" w:rsidTr="00672D5C">
        <w:trPr>
          <w:trHeight w:val="600"/>
        </w:trPr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услуги/работы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Стоимость услуги/работы, руб./(кв. м) в месяц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Стоимость услуги/работы, руб., в расчете на</w:t>
            </w:r>
          </w:p>
        </w:tc>
      </w:tr>
      <w:tr w:rsidR="00E356BF" w:rsidRPr="00672D5C" w:rsidTr="00672D5C">
        <w:trPr>
          <w:trHeight w:val="300"/>
        </w:trPr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 год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 месяц</w:t>
            </w:r>
          </w:p>
        </w:tc>
      </w:tr>
      <w:tr w:rsidR="00E356BF" w:rsidRPr="00672D5C" w:rsidTr="00672D5C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1. Управление многоквартирным домом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3,26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353758,248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29479,854</w:t>
            </w:r>
          </w:p>
        </w:tc>
      </w:tr>
      <w:tr w:rsidR="00E356BF" w:rsidRPr="00672D5C" w:rsidTr="00672D5C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Содержание общего имущества МКД.</w:t>
            </w:r>
          </w:p>
        </w:tc>
      </w:tr>
      <w:tr w:rsidR="00E356BF" w:rsidRPr="00672D5C" w:rsidTr="00672D5C">
        <w:trPr>
          <w:trHeight w:val="78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2. Техническое обслуживание конструктивных элементов здания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79215,804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6601,317</w:t>
            </w:r>
          </w:p>
        </w:tc>
      </w:tr>
      <w:tr w:rsidR="00E356BF" w:rsidRPr="00672D5C" w:rsidTr="00672D5C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3. Техническое обслуживание внутридомового инженерного оборудования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177964,272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14830,356</w:t>
            </w:r>
          </w:p>
        </w:tc>
      </w:tr>
      <w:tr w:rsidR="00E356BF" w:rsidRPr="00672D5C" w:rsidTr="00672D5C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 Обеспечение пожарной безопасности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10851,48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904,29</w:t>
            </w:r>
          </w:p>
        </w:tc>
      </w:tr>
      <w:tr w:rsidR="00E356BF" w:rsidRPr="00672D5C" w:rsidTr="00672D5C">
        <w:trPr>
          <w:trHeight w:val="3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5. Аварийное обслуживание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0,28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30384,144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2532,012</w:t>
            </w:r>
          </w:p>
        </w:tc>
      </w:tr>
      <w:tr w:rsidR="00E356BF" w:rsidRPr="00672D5C" w:rsidTr="00672D5C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6.</w:t>
            </w:r>
            <w:r w:rsidRPr="00672D5C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Содержание мест общего пользования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200752,38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16729,365</w:t>
            </w:r>
          </w:p>
        </w:tc>
      </w:tr>
      <w:tr w:rsidR="00E356BF" w:rsidRPr="00672D5C" w:rsidTr="00672D5C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672D5C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земельного участка на котором расположен многоквартирный дом 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86811,84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7234,32</w:t>
            </w:r>
          </w:p>
        </w:tc>
      </w:tr>
      <w:tr w:rsidR="00E356BF" w:rsidRPr="00672D5C" w:rsidTr="00672D5C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8.</w:t>
            </w:r>
            <w:r w:rsidRPr="00672D5C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Прочее (налоги, ком.услуги, связь, расчетно-кассовое обслуживание)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4,34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470954,232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39246,186</w:t>
            </w:r>
          </w:p>
        </w:tc>
      </w:tr>
      <w:tr w:rsidR="00E356BF" w:rsidRPr="00672D5C" w:rsidTr="00672D5C">
        <w:trPr>
          <w:trHeight w:val="3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Итого: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1410692,40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100828,335</w:t>
            </w:r>
          </w:p>
        </w:tc>
      </w:tr>
      <w:tr w:rsidR="00E356BF" w:rsidRPr="00672D5C" w:rsidTr="00672D5C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 xml:space="preserve">                    Услуги специализированных организаций.</w:t>
            </w:r>
          </w:p>
        </w:tc>
      </w:tr>
      <w:tr w:rsidR="00E356BF" w:rsidRPr="00672D5C" w:rsidTr="00672D5C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9.    Сбор ,вывоз ТБО, КГМ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организации. Пропорционально доли собственности. Действующая  цена договора на 01.11.2014г.-2,39 руб.м2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259350,372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21612,531</w:t>
            </w:r>
          </w:p>
        </w:tc>
      </w:tr>
      <w:tr w:rsidR="00E356BF" w:rsidRPr="00672D5C" w:rsidTr="00672D5C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10.Техническое  обслуживание лифтов.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организации. Пропорционально доли собственности. Действующая  цена договора на 01.11.2014г-.2,62 руб. м2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284308,776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23692,398</w:t>
            </w:r>
          </w:p>
        </w:tc>
      </w:tr>
      <w:tr w:rsidR="00E356BF" w:rsidRPr="00672D5C" w:rsidTr="00672D5C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11.Проверка вентканалов («Пламя»).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 .Пропорционально доли собственности. Действующая цена договора на 01.11.2014г.-0,04 руб. м2.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4340,592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361,716</w:t>
            </w:r>
          </w:p>
        </w:tc>
      </w:tr>
      <w:tr w:rsidR="00E356BF" w:rsidRPr="00672D5C" w:rsidTr="00672D5C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12.Дератизация,дезинсекция.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Пропорционально  доли собственности. Действующая цена договора на 01.11.2014г.-0,05 руб. м2      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5425,74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452,145</w:t>
            </w:r>
          </w:p>
        </w:tc>
      </w:tr>
      <w:tr w:rsidR="00E356BF" w:rsidRPr="00672D5C" w:rsidTr="00672D5C">
        <w:trPr>
          <w:trHeight w:val="3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553425,48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46118,79</w:t>
            </w:r>
          </w:p>
        </w:tc>
      </w:tr>
      <w:tr w:rsidR="00E356BF" w:rsidRPr="00672D5C" w:rsidTr="00672D5C">
        <w:trPr>
          <w:trHeight w:val="3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ВСЕГО: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1964117,88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56BF" w:rsidRPr="00672D5C" w:rsidRDefault="00E356BF" w:rsidP="00672D5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2D5C">
              <w:rPr>
                <w:color w:val="000000"/>
                <w:sz w:val="16"/>
                <w:szCs w:val="16"/>
                <w:lang w:eastAsia="ru-RU"/>
              </w:rPr>
              <w:t>146947,125</w:t>
            </w:r>
          </w:p>
        </w:tc>
      </w:tr>
    </w:tbl>
    <w:p w:rsidR="00E356BF" w:rsidRPr="00B74BAE" w:rsidRDefault="00E356BF" w:rsidP="004A19AF">
      <w:pPr>
        <w:pStyle w:val="ListParagraph"/>
        <w:numPr>
          <w:ilvl w:val="1"/>
          <w:numId w:val="1"/>
        </w:num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noProof/>
          <w:sz w:val="24"/>
          <w:szCs w:val="24"/>
        </w:rPr>
        <w:t>Цена</w:t>
      </w:r>
      <w:r w:rsidRPr="00B74BAE">
        <w:rPr>
          <w:rFonts w:ascii="Times New Roman" w:hAnsi="Times New Roman"/>
          <w:sz w:val="24"/>
          <w:szCs w:val="24"/>
        </w:rPr>
        <w:t xml:space="preserve"> договора управления </w:t>
      </w:r>
      <w:r w:rsidRPr="00B74BAE">
        <w:rPr>
          <w:rFonts w:ascii="Times New Roman" w:hAnsi="Times New Roman"/>
          <w:noProof/>
          <w:sz w:val="24"/>
          <w:szCs w:val="24"/>
        </w:rPr>
        <w:t xml:space="preserve">(комплекса </w:t>
      </w:r>
      <w:r w:rsidRPr="00B74BAE">
        <w:rPr>
          <w:rFonts w:ascii="Times New Roman" w:hAnsi="Times New Roman"/>
          <w:sz w:val="24"/>
          <w:szCs w:val="24"/>
        </w:rPr>
        <w:t>услуг и работ по управлению многоквартирным домом, текущему содержанию общего имущества в многоквартирном доме</w:t>
      </w:r>
      <w:r w:rsidRPr="00B74BAE">
        <w:rPr>
          <w:rFonts w:ascii="Times New Roman" w:hAnsi="Times New Roman"/>
          <w:noProof/>
          <w:sz w:val="24"/>
          <w:szCs w:val="24"/>
        </w:rPr>
        <w:t xml:space="preserve"> и предоставлению коммунальных услуг) складывается из стоимости услуг и работ по управлению, содержанию и текущему ремонту общего имущества собственников помещений в многоквартирном доме и стоимости коммунальных услуг, предоставленных собственникам и пользователям помещений в многоквартирном доме.</w:t>
      </w:r>
    </w:p>
    <w:p w:rsidR="00E356BF" w:rsidRPr="00B74BAE" w:rsidRDefault="00E356BF" w:rsidP="004A19AF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Годовая стоимость услуг и работ по управлению, содержанию и текущему ремонту общего имущества в многоквартирном доме определяется как сумма годовой стоимости каждой из услуг и работ, включенных в перечень услуг и работ по настоящему договору. </w:t>
      </w:r>
    </w:p>
    <w:p w:rsidR="00E356BF" w:rsidRPr="00B74BAE" w:rsidRDefault="00E356BF" w:rsidP="004A19AF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 Годовая стоимость каждой услуги (работы) определяется исходя из объема каждой услуги (работы) которая рассчитывается по частоте, периодичности выполнения  услуги (работы) в течение года, соответствующей количественной характеристики многоквартирного дома, и стоимости (цены) услуги (работы) в расчете на единицу измерения, соответствующую данной услуге (работе). </w:t>
      </w:r>
    </w:p>
    <w:p w:rsidR="00E356BF" w:rsidRPr="00B74BAE" w:rsidRDefault="00E356BF" w:rsidP="004A19AF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Размер ежемесячной платы услуг и работ по управлению, содержанию и ремонту общего имущества в многоквартирном доме (платы за жилое помещение) в расчете на один квадратный метр общей площади помещений собственников определяется путем деления годовой стоимости на количество месяцев в году и на суммарную общую площадь помещений (жилых и нежилых) в многоквартирном доме. </w:t>
      </w:r>
    </w:p>
    <w:p w:rsidR="00E356BF" w:rsidRPr="00B74BAE" w:rsidRDefault="00E356BF" w:rsidP="004A19AF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Годовая стоимость и размер ежемесячной платы за услуги и работы по управлению, содержанию и ремонту общего имущества в многоквартирном доме приведены в настоящем Приложении 4.</w:t>
      </w:r>
    </w:p>
    <w:p w:rsidR="00E356BF" w:rsidRPr="00B74BAE" w:rsidRDefault="00E356BF" w:rsidP="004A19AF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Размер платы за коммунальные услуги определяется в соответствии с Правилами установленными  правительством РФ.</w:t>
      </w:r>
    </w:p>
    <w:p w:rsidR="00E356BF" w:rsidRPr="00B74BAE" w:rsidRDefault="00E356BF" w:rsidP="004A19AF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Плата за услуги и работы по управлению, содержанию, ремонту жилого помещения и коммунальные услуги вносится ежемесячно до 10-го числа месяца, следующего за истекшим месяцем.</w:t>
      </w:r>
    </w:p>
    <w:p w:rsidR="00E356BF" w:rsidRPr="00B74BAE" w:rsidRDefault="00E356BF" w:rsidP="004A19AF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Затраты, связанные с выполнением Управляющим дополнительных работ связанных с форс мажорными обстоятельствами, оплачиваются Собственником дополнительно.</w:t>
      </w:r>
    </w:p>
    <w:p w:rsidR="00E356BF" w:rsidRPr="00B74BAE" w:rsidRDefault="00E356BF" w:rsidP="004A19AF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Стоимость работ и услуг по  управлению, содержанию и текущему ремонту общего имущества в многоквартирном доме  изменяется  в следующем порядке:</w:t>
      </w:r>
    </w:p>
    <w:p w:rsidR="00E356BF" w:rsidRPr="00B74BAE" w:rsidRDefault="00E356BF" w:rsidP="004A19AF">
      <w:pPr>
        <w:ind w:left="-426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1).        </w:t>
      </w:r>
      <w:r w:rsidRPr="00B74BAE">
        <w:rPr>
          <w:rFonts w:ascii="Times New Roman" w:hAnsi="Times New Roman"/>
          <w:sz w:val="24"/>
          <w:szCs w:val="24"/>
        </w:rPr>
        <w:t>Ежегодно путем проведения  годового общего собрания собственников помещений в многоквартирном доме не позже «31» марта текущего года, на котором рассматривать предложение управляющей организации об изменении перечня услуг и работ по управлению, содержанию и текущему и ремонту многоквартирного дома,  годовой стоимости и ежемесячной платы за услуги и работы по управлению, содержанию и ремонту общего имущества в многоквартирном доме на очередной год действия договора управления.</w:t>
      </w:r>
    </w:p>
    <w:p w:rsidR="00E356BF" w:rsidRPr="00B74BAE" w:rsidRDefault="00E356BF" w:rsidP="004A19AF">
      <w:p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       </w:t>
      </w:r>
      <w:r w:rsidRPr="00B74BAE">
        <w:rPr>
          <w:rFonts w:ascii="Times New Roman" w:hAnsi="Times New Roman"/>
          <w:sz w:val="24"/>
          <w:szCs w:val="24"/>
        </w:rPr>
        <w:t>В случае, если собственники помещений в многоквартирном доме не примут в течение срока, указанного в пункте 1 решение об изменении перечня услуг и работ на следующий год, перечень услуг и работ по договору управления остается прежним,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 xml:space="preserve">ндекса потребительских цен (индекс инфляции) по Липецкой области по данным </w:t>
      </w:r>
      <w:r w:rsidRPr="00B74BAE">
        <w:rPr>
          <w:rFonts w:ascii="Times New Roman" w:hAnsi="Times New Roman"/>
          <w:sz w:val="24"/>
          <w:szCs w:val="24"/>
        </w:rPr>
        <w:t xml:space="preserve">федерального органа исполнительной </w:t>
      </w:r>
      <w:r w:rsidRPr="00B74BAE">
        <w:rPr>
          <w:rFonts w:ascii="Times New Roman" w:hAnsi="Times New Roman"/>
          <w:noProof/>
          <w:sz w:val="24"/>
          <w:szCs w:val="24"/>
        </w:rPr>
        <w:t>власти</w:t>
      </w:r>
      <w:r w:rsidRPr="00B74BAE">
        <w:rPr>
          <w:rFonts w:ascii="Times New Roman" w:hAnsi="Times New Roman"/>
          <w:sz w:val="24"/>
          <w:szCs w:val="24"/>
        </w:rPr>
        <w:t>, осуществляющего функции по формированию официальной статистической информации о социальном, экономическом, демографическом и экологическом положении страны (далее - базовый и</w:t>
      </w:r>
      <w:r w:rsidRPr="00B74BAE">
        <w:rPr>
          <w:rFonts w:ascii="Times New Roman" w:hAnsi="Times New Roman"/>
          <w:bCs/>
          <w:sz w:val="24"/>
          <w:szCs w:val="24"/>
        </w:rPr>
        <w:t>ндекс потребительских цен</w:t>
      </w:r>
      <w:r w:rsidRPr="00B74BAE">
        <w:rPr>
          <w:rFonts w:ascii="Times New Roman" w:hAnsi="Times New Roman"/>
          <w:sz w:val="24"/>
          <w:szCs w:val="24"/>
        </w:rPr>
        <w:t>).</w:t>
      </w:r>
    </w:p>
    <w:p w:rsidR="00E356BF" w:rsidRPr="00B74BAE" w:rsidRDefault="00E356BF" w:rsidP="004A19AF">
      <w:pPr>
        <w:spacing w:line="240" w:lineRule="auto"/>
        <w:ind w:left="-426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      </w:t>
      </w:r>
      <w:bookmarkStart w:id="0" w:name="_GoBack"/>
      <w:bookmarkEnd w:id="0"/>
      <w:r w:rsidRPr="00B74BAE">
        <w:rPr>
          <w:rFonts w:ascii="Times New Roman" w:hAnsi="Times New Roman"/>
          <w:sz w:val="24"/>
          <w:szCs w:val="24"/>
        </w:rPr>
        <w:t>В случае, если собственники помещений на общем собрании примут решение об изменении перечня работ и услуг на следующий год, но не примут решения о соответствующем изменении размера платы за управление, содержание и ремонт общего имущества в многоквартирном доме, предложенном управляющей организацией, управляющая организация вправе: исполнять прежний перечень услуг и работ по договору,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управление,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>ндекса потребительских цен (индекс инфляции) по Липецкой области.</w:t>
      </w:r>
    </w:p>
    <w:p w:rsidR="00E356BF" w:rsidRDefault="00E356BF"/>
    <w:sectPr w:rsidR="00E356BF" w:rsidSect="00672D5C">
      <w:pgSz w:w="11906" w:h="16838"/>
      <w:pgMar w:top="567" w:right="850" w:bottom="36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917B0"/>
    <w:multiLevelType w:val="multilevel"/>
    <w:tmpl w:val="183623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cs="Times New Roman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">
    <w:nsid w:val="42CF4597"/>
    <w:multiLevelType w:val="multilevel"/>
    <w:tmpl w:val="183623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cs="Times New Roman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4FF"/>
    <w:rsid w:val="0009274B"/>
    <w:rsid w:val="000954FF"/>
    <w:rsid w:val="001252E6"/>
    <w:rsid w:val="00363E1E"/>
    <w:rsid w:val="00497590"/>
    <w:rsid w:val="004A19AF"/>
    <w:rsid w:val="006024F7"/>
    <w:rsid w:val="00672D5C"/>
    <w:rsid w:val="00972E69"/>
    <w:rsid w:val="00B455AD"/>
    <w:rsid w:val="00B74BAE"/>
    <w:rsid w:val="00CC62DA"/>
    <w:rsid w:val="00DA2E03"/>
    <w:rsid w:val="00E35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4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A19AF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02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2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896</Words>
  <Characters>5108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Admin</cp:lastModifiedBy>
  <cp:revision>6</cp:revision>
  <cp:lastPrinted>2015-12-22T06:59:00Z</cp:lastPrinted>
  <dcterms:created xsi:type="dcterms:W3CDTF">2015-12-22T06:58:00Z</dcterms:created>
  <dcterms:modified xsi:type="dcterms:W3CDTF">2015-12-23T07:32:00Z</dcterms:modified>
</cp:coreProperties>
</file>