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40" w:type="dxa"/>
        <w:tblInd w:w="96" w:type="dxa"/>
        <w:tblLook w:val="0000"/>
      </w:tblPr>
      <w:tblGrid>
        <w:gridCol w:w="2906"/>
        <w:gridCol w:w="3991"/>
        <w:gridCol w:w="1603"/>
        <w:gridCol w:w="1440"/>
      </w:tblGrid>
      <w:tr w:rsidR="00E45036" w:rsidRPr="008359DA" w:rsidTr="008359DA">
        <w:trPr>
          <w:trHeight w:val="1170"/>
        </w:trPr>
        <w:tc>
          <w:tcPr>
            <w:tcW w:w="99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5036" w:rsidRPr="008359DA" w:rsidRDefault="00E45036" w:rsidP="008359DA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bookmarkStart w:id="0" w:name="RANGE!A1:D21"/>
            <w:bookmarkEnd w:id="0"/>
            <w:r w:rsidRPr="008359DA">
              <w:rPr>
                <w:color w:val="000000"/>
                <w:sz w:val="16"/>
                <w:szCs w:val="16"/>
                <w:lang w:eastAsia="ru-RU"/>
              </w:rPr>
              <w:t xml:space="preserve">Приложение 4 к протоколу общего </w:t>
            </w:r>
            <w:r w:rsidRPr="008359DA">
              <w:rPr>
                <w:color w:val="000000"/>
                <w:sz w:val="16"/>
                <w:szCs w:val="16"/>
                <w:lang w:eastAsia="ru-RU"/>
              </w:rPr>
              <w:br/>
              <w:t>собрания собственников многоквартирного дома</w:t>
            </w:r>
            <w:r w:rsidRPr="008359DA">
              <w:rPr>
                <w:color w:val="000000"/>
                <w:sz w:val="16"/>
                <w:szCs w:val="16"/>
                <w:lang w:eastAsia="ru-RU"/>
              </w:rPr>
              <w:br/>
              <w:t xml:space="preserve">№ 37  по ул. Первомайская  от   « 25 »  августа 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8359DA">
                <w:rPr>
                  <w:color w:val="000000"/>
                  <w:sz w:val="16"/>
                  <w:szCs w:val="16"/>
                  <w:lang w:eastAsia="ru-RU"/>
                </w:rPr>
                <w:t>2015 г</w:t>
              </w:r>
            </w:smartTag>
            <w:r w:rsidRPr="008359DA">
              <w:rPr>
                <w:color w:val="000000"/>
                <w:sz w:val="16"/>
                <w:szCs w:val="16"/>
                <w:lang w:eastAsia="ru-RU"/>
              </w:rPr>
              <w:t>.</w:t>
            </w:r>
          </w:p>
        </w:tc>
      </w:tr>
      <w:tr w:rsidR="00E45036" w:rsidRPr="008359DA" w:rsidTr="008359DA">
        <w:trPr>
          <w:trHeight w:val="720"/>
        </w:trPr>
        <w:tc>
          <w:tcPr>
            <w:tcW w:w="99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5036" w:rsidRPr="008359DA" w:rsidRDefault="00E45036" w:rsidP="008359DA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8359DA">
              <w:rPr>
                <w:color w:val="000000"/>
                <w:lang w:eastAsia="ru-RU"/>
              </w:rPr>
              <w:t>СТОИМОСТЬ УСЛУГ И РАБОТ ПО УПРАВЛЕНИЮ, СОДЕРЖАНИЮ И ТЕКУЩЕМУ РЕМОНТУ ОБЩЕГО ИМУЩЕСТВА В МНОГОКВАРТИРНОМ ДОМЕ И ПОРЯДОК ЕЕ  ИЗМЕНЕНИЯ.</w:t>
            </w:r>
          </w:p>
        </w:tc>
      </w:tr>
      <w:tr w:rsidR="00E45036" w:rsidRPr="008359DA" w:rsidTr="008359DA">
        <w:trPr>
          <w:trHeight w:val="300"/>
        </w:trPr>
        <w:tc>
          <w:tcPr>
            <w:tcW w:w="29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5036" w:rsidRPr="008359DA" w:rsidRDefault="00E45036" w:rsidP="008359DA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39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5036" w:rsidRPr="008359DA" w:rsidRDefault="00E45036" w:rsidP="008359DA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5036" w:rsidRPr="008359DA" w:rsidRDefault="00E45036" w:rsidP="008359DA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5036" w:rsidRPr="008359DA" w:rsidRDefault="00E45036" w:rsidP="008359DA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E45036" w:rsidRPr="008359DA" w:rsidTr="008359DA">
        <w:trPr>
          <w:trHeight w:val="300"/>
        </w:trPr>
        <w:tc>
          <w:tcPr>
            <w:tcW w:w="2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036" w:rsidRPr="008359DA" w:rsidRDefault="00E45036" w:rsidP="008359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359D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Наименование</w:t>
            </w:r>
            <w:r w:rsidRPr="008359D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br/>
              <w:t>услуги/работы</w:t>
            </w:r>
          </w:p>
        </w:tc>
        <w:tc>
          <w:tcPr>
            <w:tcW w:w="3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036" w:rsidRPr="008359DA" w:rsidRDefault="00E45036" w:rsidP="008359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359D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Стоимость услуги/работы, руб./(кв. м) в месяц</w:t>
            </w:r>
          </w:p>
        </w:tc>
        <w:tc>
          <w:tcPr>
            <w:tcW w:w="30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036" w:rsidRPr="008359DA" w:rsidRDefault="00E45036" w:rsidP="008359DA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359DA">
              <w:rPr>
                <w:color w:val="000000"/>
                <w:sz w:val="16"/>
                <w:szCs w:val="16"/>
                <w:lang w:eastAsia="ru-RU"/>
              </w:rPr>
              <w:t>Стоимость услуги/работы, руб., в расчете на</w:t>
            </w:r>
          </w:p>
        </w:tc>
      </w:tr>
      <w:tr w:rsidR="00E45036" w:rsidRPr="008359DA" w:rsidTr="008359DA">
        <w:trPr>
          <w:trHeight w:val="300"/>
        </w:trPr>
        <w:tc>
          <w:tcPr>
            <w:tcW w:w="2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036" w:rsidRPr="008359DA" w:rsidRDefault="00E45036" w:rsidP="008359D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5036" w:rsidRPr="008359DA" w:rsidRDefault="00E45036" w:rsidP="008359D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359D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5036" w:rsidRPr="008359DA" w:rsidRDefault="00E45036" w:rsidP="008359DA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359DA">
              <w:rPr>
                <w:color w:val="000000"/>
                <w:sz w:val="16"/>
                <w:szCs w:val="16"/>
                <w:lang w:eastAsia="ru-RU"/>
              </w:rPr>
              <w:t>1 год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5036" w:rsidRPr="008359DA" w:rsidRDefault="00E45036" w:rsidP="008359DA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359DA">
              <w:rPr>
                <w:color w:val="000000"/>
                <w:sz w:val="16"/>
                <w:szCs w:val="16"/>
                <w:lang w:eastAsia="ru-RU"/>
              </w:rPr>
              <w:t>1 месяц</w:t>
            </w:r>
          </w:p>
        </w:tc>
      </w:tr>
      <w:tr w:rsidR="00E45036" w:rsidRPr="008359DA" w:rsidTr="008359DA">
        <w:trPr>
          <w:trHeight w:val="450"/>
        </w:trPr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036" w:rsidRPr="008359DA" w:rsidRDefault="00E45036" w:rsidP="008359D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359D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1. Управление многоквартирным домом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036" w:rsidRPr="008359DA" w:rsidRDefault="00E45036" w:rsidP="008359DA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359DA">
              <w:rPr>
                <w:color w:val="000000"/>
                <w:sz w:val="16"/>
                <w:szCs w:val="16"/>
                <w:lang w:eastAsia="ru-RU"/>
              </w:rPr>
              <w:t>3,26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036" w:rsidRPr="008359DA" w:rsidRDefault="00E45036" w:rsidP="008359DA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359DA">
              <w:rPr>
                <w:color w:val="000000"/>
                <w:sz w:val="16"/>
                <w:szCs w:val="16"/>
                <w:lang w:eastAsia="ru-RU"/>
              </w:rPr>
              <w:t>106019,112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036" w:rsidRPr="008359DA" w:rsidRDefault="00E45036" w:rsidP="008359DA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359DA">
              <w:rPr>
                <w:color w:val="000000"/>
                <w:sz w:val="16"/>
                <w:szCs w:val="16"/>
                <w:lang w:eastAsia="ru-RU"/>
              </w:rPr>
              <w:t>8834,926</w:t>
            </w:r>
          </w:p>
        </w:tc>
      </w:tr>
      <w:tr w:rsidR="00E45036" w:rsidRPr="008359DA" w:rsidTr="008359DA">
        <w:trPr>
          <w:trHeight w:val="300"/>
        </w:trPr>
        <w:tc>
          <w:tcPr>
            <w:tcW w:w="9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5036" w:rsidRPr="008359DA" w:rsidRDefault="00E45036" w:rsidP="008359DA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359DA">
              <w:rPr>
                <w:color w:val="000000"/>
                <w:sz w:val="16"/>
                <w:szCs w:val="16"/>
                <w:lang w:eastAsia="ru-RU"/>
              </w:rPr>
              <w:t>Содержание общего имущества МКД.</w:t>
            </w:r>
          </w:p>
        </w:tc>
      </w:tr>
      <w:tr w:rsidR="00E45036" w:rsidRPr="008359DA" w:rsidTr="008359DA">
        <w:trPr>
          <w:trHeight w:val="675"/>
        </w:trPr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036" w:rsidRPr="008359DA" w:rsidRDefault="00E45036" w:rsidP="008359D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8359DA">
              <w:rPr>
                <w:color w:val="000000"/>
                <w:sz w:val="16"/>
                <w:szCs w:val="16"/>
                <w:lang w:eastAsia="ru-RU"/>
              </w:rPr>
              <w:t>2. Техническое обслуживание конструктивных элементов здания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036" w:rsidRPr="008359DA" w:rsidRDefault="00E45036" w:rsidP="008359DA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359DA">
              <w:rPr>
                <w:color w:val="000000"/>
                <w:sz w:val="16"/>
                <w:szCs w:val="16"/>
                <w:lang w:eastAsia="ru-RU"/>
              </w:rPr>
              <w:t>0,73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036" w:rsidRPr="008359DA" w:rsidRDefault="00E45036" w:rsidP="008359DA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359DA">
              <w:rPr>
                <w:color w:val="000000"/>
                <w:sz w:val="16"/>
                <w:szCs w:val="16"/>
                <w:lang w:eastAsia="ru-RU"/>
              </w:rPr>
              <w:t>23740,476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036" w:rsidRPr="008359DA" w:rsidRDefault="00E45036" w:rsidP="008359DA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359DA">
              <w:rPr>
                <w:color w:val="000000"/>
                <w:sz w:val="16"/>
                <w:szCs w:val="16"/>
                <w:lang w:eastAsia="ru-RU"/>
              </w:rPr>
              <w:t>1978,373</w:t>
            </w:r>
          </w:p>
        </w:tc>
      </w:tr>
      <w:tr w:rsidR="00E45036" w:rsidRPr="008359DA" w:rsidTr="008359DA">
        <w:trPr>
          <w:trHeight w:val="810"/>
        </w:trPr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036" w:rsidRPr="008359DA" w:rsidRDefault="00E45036" w:rsidP="008359D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359D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3. Техническое обслуживание внутридомового инженерного оборудования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036" w:rsidRPr="008359DA" w:rsidRDefault="00E45036" w:rsidP="008359DA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359DA">
              <w:rPr>
                <w:color w:val="000000"/>
                <w:sz w:val="16"/>
                <w:szCs w:val="16"/>
                <w:lang w:eastAsia="ru-RU"/>
              </w:rPr>
              <w:t>1,64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036" w:rsidRPr="008359DA" w:rsidRDefault="00E45036" w:rsidP="008359DA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359DA">
              <w:rPr>
                <w:color w:val="000000"/>
                <w:sz w:val="16"/>
                <w:szCs w:val="16"/>
                <w:lang w:eastAsia="ru-RU"/>
              </w:rPr>
              <w:t>53334,768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036" w:rsidRPr="008359DA" w:rsidRDefault="00E45036" w:rsidP="008359DA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359DA">
              <w:rPr>
                <w:color w:val="000000"/>
                <w:sz w:val="16"/>
                <w:szCs w:val="16"/>
                <w:lang w:eastAsia="ru-RU"/>
              </w:rPr>
              <w:t>4444,564</w:t>
            </w:r>
          </w:p>
        </w:tc>
      </w:tr>
      <w:tr w:rsidR="00E45036" w:rsidRPr="008359DA" w:rsidTr="008359DA">
        <w:trPr>
          <w:trHeight w:val="510"/>
        </w:trPr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036" w:rsidRPr="008359DA" w:rsidRDefault="00E45036" w:rsidP="008359D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359D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4. Обеспечение пожарной безопасности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036" w:rsidRPr="008359DA" w:rsidRDefault="00E45036" w:rsidP="008359DA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359DA">
              <w:rPr>
                <w:color w:val="000000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036" w:rsidRPr="008359DA" w:rsidRDefault="00E45036" w:rsidP="008359DA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359DA">
              <w:rPr>
                <w:color w:val="000000"/>
                <w:sz w:val="16"/>
                <w:szCs w:val="16"/>
                <w:lang w:eastAsia="ru-RU"/>
              </w:rPr>
              <w:t>3252,12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036" w:rsidRPr="008359DA" w:rsidRDefault="00E45036" w:rsidP="008359DA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359DA">
              <w:rPr>
                <w:color w:val="000000"/>
                <w:sz w:val="16"/>
                <w:szCs w:val="16"/>
                <w:lang w:eastAsia="ru-RU"/>
              </w:rPr>
              <w:t>271,01</w:t>
            </w:r>
          </w:p>
        </w:tc>
      </w:tr>
      <w:tr w:rsidR="00E45036" w:rsidRPr="008359DA" w:rsidTr="008359DA">
        <w:trPr>
          <w:trHeight w:val="465"/>
        </w:trPr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036" w:rsidRPr="008359DA" w:rsidRDefault="00E45036" w:rsidP="008359D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359D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5. Аварийное обслуживание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036" w:rsidRPr="008359DA" w:rsidRDefault="00E45036" w:rsidP="008359DA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359DA">
              <w:rPr>
                <w:color w:val="000000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036" w:rsidRPr="008359DA" w:rsidRDefault="00E45036" w:rsidP="008359DA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359DA">
              <w:rPr>
                <w:color w:val="000000"/>
                <w:sz w:val="16"/>
                <w:szCs w:val="16"/>
                <w:lang w:eastAsia="ru-RU"/>
              </w:rPr>
              <w:t>26016,96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036" w:rsidRPr="008359DA" w:rsidRDefault="00E45036" w:rsidP="008359DA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359DA">
              <w:rPr>
                <w:color w:val="000000"/>
                <w:sz w:val="16"/>
                <w:szCs w:val="16"/>
                <w:lang w:eastAsia="ru-RU"/>
              </w:rPr>
              <w:t>2168,08</w:t>
            </w:r>
          </w:p>
        </w:tc>
      </w:tr>
      <w:tr w:rsidR="00E45036" w:rsidRPr="008359DA" w:rsidTr="008359DA">
        <w:trPr>
          <w:trHeight w:val="630"/>
        </w:trPr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036" w:rsidRPr="008359DA" w:rsidRDefault="00E45036" w:rsidP="008359D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359D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6.</w:t>
            </w:r>
            <w:r w:rsidRPr="008359DA"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8359D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Содержание мест общего пользования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036" w:rsidRPr="008359DA" w:rsidRDefault="00E45036" w:rsidP="008359DA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359DA">
              <w:rPr>
                <w:color w:val="000000"/>
                <w:sz w:val="16"/>
                <w:szCs w:val="16"/>
                <w:lang w:eastAsia="ru-RU"/>
              </w:rPr>
              <w:t>1,33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036" w:rsidRPr="008359DA" w:rsidRDefault="00E45036" w:rsidP="008359DA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359DA">
              <w:rPr>
                <w:color w:val="000000"/>
                <w:sz w:val="16"/>
                <w:szCs w:val="16"/>
                <w:lang w:eastAsia="ru-RU"/>
              </w:rPr>
              <w:t>43253,196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036" w:rsidRPr="008359DA" w:rsidRDefault="00E45036" w:rsidP="008359DA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359DA">
              <w:rPr>
                <w:color w:val="000000"/>
                <w:sz w:val="16"/>
                <w:szCs w:val="16"/>
                <w:lang w:eastAsia="ru-RU"/>
              </w:rPr>
              <w:t>3604,433</w:t>
            </w:r>
          </w:p>
        </w:tc>
      </w:tr>
      <w:tr w:rsidR="00E45036" w:rsidRPr="008359DA" w:rsidTr="008359DA">
        <w:trPr>
          <w:trHeight w:val="900"/>
        </w:trPr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036" w:rsidRPr="008359DA" w:rsidRDefault="00E45036" w:rsidP="008359D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359D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7.</w:t>
            </w:r>
            <w:r w:rsidRPr="008359DA"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8359D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Содержание земельного участка на котором расположен многоквартирный дом 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036" w:rsidRPr="008359DA" w:rsidRDefault="00E45036" w:rsidP="008359DA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359DA">
              <w:rPr>
                <w:color w:val="000000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036" w:rsidRPr="008359DA" w:rsidRDefault="00E45036" w:rsidP="008359DA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359DA">
              <w:rPr>
                <w:color w:val="000000"/>
                <w:sz w:val="16"/>
                <w:szCs w:val="16"/>
                <w:lang w:eastAsia="ru-RU"/>
              </w:rPr>
              <w:t>26016,96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036" w:rsidRPr="008359DA" w:rsidRDefault="00E45036" w:rsidP="008359DA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359DA">
              <w:rPr>
                <w:color w:val="000000"/>
                <w:sz w:val="16"/>
                <w:szCs w:val="16"/>
                <w:lang w:eastAsia="ru-RU"/>
              </w:rPr>
              <w:t>2168,08</w:t>
            </w:r>
          </w:p>
        </w:tc>
      </w:tr>
      <w:tr w:rsidR="00E45036" w:rsidRPr="008359DA" w:rsidTr="008359DA">
        <w:trPr>
          <w:trHeight w:val="720"/>
        </w:trPr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036" w:rsidRPr="008359DA" w:rsidRDefault="00E45036" w:rsidP="008359D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359D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8.</w:t>
            </w:r>
            <w:r w:rsidRPr="008359DA"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8359D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Прочее (налоги, ком.услуги, связь, расчетно-кассовое обслуживание)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036" w:rsidRPr="008359DA" w:rsidRDefault="00E45036" w:rsidP="008359DA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359DA">
              <w:rPr>
                <w:color w:val="000000"/>
                <w:sz w:val="16"/>
                <w:szCs w:val="16"/>
                <w:lang w:eastAsia="ru-RU"/>
              </w:rPr>
              <w:t>4,34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036" w:rsidRPr="008359DA" w:rsidRDefault="00E45036" w:rsidP="008359DA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359DA">
              <w:rPr>
                <w:color w:val="000000"/>
                <w:sz w:val="16"/>
                <w:szCs w:val="16"/>
                <w:lang w:eastAsia="ru-RU"/>
              </w:rPr>
              <w:t>141142,008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036" w:rsidRPr="008359DA" w:rsidRDefault="00E45036" w:rsidP="008359DA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359DA">
              <w:rPr>
                <w:color w:val="000000"/>
                <w:sz w:val="16"/>
                <w:szCs w:val="16"/>
                <w:lang w:eastAsia="ru-RU"/>
              </w:rPr>
              <w:t>11761,834</w:t>
            </w:r>
          </w:p>
        </w:tc>
      </w:tr>
      <w:tr w:rsidR="00E45036" w:rsidRPr="008359DA" w:rsidTr="008359DA">
        <w:trPr>
          <w:trHeight w:val="300"/>
        </w:trPr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036" w:rsidRPr="008359DA" w:rsidRDefault="00E45036" w:rsidP="008359D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359D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      Итого: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036" w:rsidRPr="008359DA" w:rsidRDefault="00E45036" w:rsidP="008359DA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359DA">
              <w:rPr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036" w:rsidRPr="008359DA" w:rsidRDefault="00E45036" w:rsidP="008359DA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359DA">
              <w:rPr>
                <w:color w:val="000000"/>
                <w:sz w:val="16"/>
                <w:szCs w:val="16"/>
                <w:lang w:eastAsia="ru-RU"/>
              </w:rPr>
              <w:t>422775,60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036" w:rsidRPr="008359DA" w:rsidRDefault="00E45036" w:rsidP="008359DA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359DA">
              <w:rPr>
                <w:color w:val="000000"/>
                <w:sz w:val="16"/>
                <w:szCs w:val="16"/>
                <w:lang w:eastAsia="ru-RU"/>
              </w:rPr>
              <w:t>31626,867</w:t>
            </w:r>
          </w:p>
        </w:tc>
      </w:tr>
      <w:tr w:rsidR="00E45036" w:rsidRPr="008359DA" w:rsidTr="008359DA">
        <w:trPr>
          <w:trHeight w:val="300"/>
        </w:trPr>
        <w:tc>
          <w:tcPr>
            <w:tcW w:w="9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036" w:rsidRPr="008359DA" w:rsidRDefault="00E45036" w:rsidP="008359DA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359DA">
              <w:rPr>
                <w:color w:val="000000"/>
                <w:sz w:val="16"/>
                <w:szCs w:val="16"/>
                <w:lang w:eastAsia="ru-RU"/>
              </w:rPr>
              <w:t xml:space="preserve">                    Услуги специализированных организаций.</w:t>
            </w:r>
          </w:p>
        </w:tc>
      </w:tr>
      <w:tr w:rsidR="00E45036" w:rsidRPr="008359DA" w:rsidTr="008359DA">
        <w:trPr>
          <w:trHeight w:val="1020"/>
        </w:trPr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036" w:rsidRPr="008359DA" w:rsidRDefault="00E45036" w:rsidP="008359D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359D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9. Сбор ,вывоз ТБО, КГМ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036" w:rsidRPr="008359DA" w:rsidRDefault="00E45036" w:rsidP="008359D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359D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 соответствии со счетами обслуживающей организации. Пропорционально доли собственности. Действующая  цена договора на 01.11.2014г.-2,39 руб.м2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036" w:rsidRPr="008359DA" w:rsidRDefault="00E45036" w:rsidP="008359DA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359DA">
              <w:rPr>
                <w:color w:val="000000"/>
                <w:sz w:val="16"/>
                <w:szCs w:val="16"/>
                <w:lang w:eastAsia="ru-RU"/>
              </w:rPr>
              <w:t>77725,668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036" w:rsidRPr="008359DA" w:rsidRDefault="00E45036" w:rsidP="008359DA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359DA">
              <w:rPr>
                <w:color w:val="000000"/>
                <w:sz w:val="16"/>
                <w:szCs w:val="16"/>
                <w:lang w:eastAsia="ru-RU"/>
              </w:rPr>
              <w:t>6477,139</w:t>
            </w:r>
          </w:p>
        </w:tc>
      </w:tr>
      <w:tr w:rsidR="00E45036" w:rsidRPr="008359DA" w:rsidTr="008359DA">
        <w:trPr>
          <w:trHeight w:val="1005"/>
        </w:trPr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036" w:rsidRPr="008359DA" w:rsidRDefault="00E45036" w:rsidP="008359D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359D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10. Проверка вентканалов («Пламя»).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036" w:rsidRPr="008359DA" w:rsidRDefault="00E45036" w:rsidP="008359D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359D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 соответствии со счетами обслуживающей организации .Пропорционально доли собственности. Действующая цена договора на 01.11.2014г.-0,04 руб. м2.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036" w:rsidRPr="008359DA" w:rsidRDefault="00E45036" w:rsidP="008359DA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359DA">
              <w:rPr>
                <w:color w:val="000000"/>
                <w:sz w:val="16"/>
                <w:szCs w:val="16"/>
                <w:lang w:eastAsia="ru-RU"/>
              </w:rPr>
              <w:t>1300,848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036" w:rsidRPr="008359DA" w:rsidRDefault="00E45036" w:rsidP="008359DA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359DA">
              <w:rPr>
                <w:color w:val="000000"/>
                <w:sz w:val="16"/>
                <w:szCs w:val="16"/>
                <w:lang w:eastAsia="ru-RU"/>
              </w:rPr>
              <w:t>108,404</w:t>
            </w:r>
          </w:p>
        </w:tc>
      </w:tr>
      <w:tr w:rsidR="00E45036" w:rsidRPr="008359DA" w:rsidTr="008359DA">
        <w:trPr>
          <w:trHeight w:val="945"/>
        </w:trPr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036" w:rsidRPr="008359DA" w:rsidRDefault="00E45036" w:rsidP="008359D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359D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11. Дератизация,дезинсекция.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036" w:rsidRPr="008359DA" w:rsidRDefault="00E45036" w:rsidP="008359D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359D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В соответствии со счетами обслуживающей организации. Пропорционально  доли собственности. Действующая цена договора на 01.11.2014г.-0,05 руб. м2         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036" w:rsidRPr="008359DA" w:rsidRDefault="00E45036" w:rsidP="008359DA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359DA">
              <w:rPr>
                <w:color w:val="000000"/>
                <w:sz w:val="16"/>
                <w:szCs w:val="16"/>
                <w:lang w:eastAsia="ru-RU"/>
              </w:rPr>
              <w:t>1626,06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036" w:rsidRPr="008359DA" w:rsidRDefault="00E45036" w:rsidP="008359DA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359DA">
              <w:rPr>
                <w:color w:val="000000"/>
                <w:sz w:val="16"/>
                <w:szCs w:val="16"/>
                <w:lang w:eastAsia="ru-RU"/>
              </w:rPr>
              <w:t>135,505</w:t>
            </w:r>
          </w:p>
        </w:tc>
      </w:tr>
      <w:tr w:rsidR="00E45036" w:rsidRPr="008359DA" w:rsidTr="008359DA">
        <w:trPr>
          <w:trHeight w:val="300"/>
        </w:trPr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036" w:rsidRPr="008359DA" w:rsidRDefault="00E45036" w:rsidP="008359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359D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036" w:rsidRPr="008359DA" w:rsidRDefault="00E45036" w:rsidP="008359DA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359DA">
              <w:rPr>
                <w:color w:val="000000"/>
                <w:sz w:val="16"/>
                <w:szCs w:val="16"/>
                <w:lang w:eastAsia="ru-RU"/>
              </w:rPr>
              <w:t>2,48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036" w:rsidRPr="008359DA" w:rsidRDefault="00E45036" w:rsidP="008359DA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359DA">
              <w:rPr>
                <w:color w:val="000000"/>
                <w:sz w:val="16"/>
                <w:szCs w:val="16"/>
                <w:lang w:eastAsia="ru-RU"/>
              </w:rPr>
              <w:t>80652,576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036" w:rsidRPr="008359DA" w:rsidRDefault="00E45036" w:rsidP="008359DA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359DA">
              <w:rPr>
                <w:color w:val="000000"/>
                <w:sz w:val="16"/>
                <w:szCs w:val="16"/>
                <w:lang w:eastAsia="ru-RU"/>
              </w:rPr>
              <w:t>6721,048</w:t>
            </w:r>
          </w:p>
        </w:tc>
      </w:tr>
      <w:tr w:rsidR="00E45036" w:rsidRPr="008359DA" w:rsidTr="008359DA">
        <w:trPr>
          <w:trHeight w:val="300"/>
        </w:trPr>
        <w:tc>
          <w:tcPr>
            <w:tcW w:w="2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036" w:rsidRPr="008359DA" w:rsidRDefault="00E45036" w:rsidP="008359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359D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 ВСЕГО: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036" w:rsidRPr="008359DA" w:rsidRDefault="00E45036" w:rsidP="008359DA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359DA">
              <w:rPr>
                <w:color w:val="000000"/>
                <w:sz w:val="16"/>
                <w:szCs w:val="16"/>
                <w:lang w:eastAsia="ru-RU"/>
              </w:rPr>
              <w:t>15,48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036" w:rsidRPr="008359DA" w:rsidRDefault="00E45036" w:rsidP="008359DA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359DA">
              <w:rPr>
                <w:color w:val="000000"/>
                <w:sz w:val="16"/>
                <w:szCs w:val="16"/>
                <w:lang w:eastAsia="ru-RU"/>
              </w:rPr>
              <w:t>503428,18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036" w:rsidRPr="008359DA" w:rsidRDefault="00E45036" w:rsidP="008359DA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8359DA">
              <w:rPr>
                <w:color w:val="000000"/>
                <w:sz w:val="16"/>
                <w:szCs w:val="16"/>
                <w:lang w:eastAsia="ru-RU"/>
              </w:rPr>
              <w:t>38347,915</w:t>
            </w:r>
          </w:p>
        </w:tc>
      </w:tr>
    </w:tbl>
    <w:p w:rsidR="00E45036" w:rsidRDefault="00E45036" w:rsidP="008359DA">
      <w:pPr>
        <w:pStyle w:val="ListParagraph"/>
        <w:spacing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</w:p>
    <w:p w:rsidR="00E45036" w:rsidRPr="00B74BAE" w:rsidRDefault="00E45036" w:rsidP="0092668D">
      <w:pPr>
        <w:pStyle w:val="ListParagraph"/>
        <w:numPr>
          <w:ilvl w:val="1"/>
          <w:numId w:val="1"/>
        </w:numPr>
        <w:spacing w:line="24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B74BAE">
        <w:rPr>
          <w:rFonts w:ascii="Times New Roman" w:hAnsi="Times New Roman"/>
          <w:noProof/>
          <w:sz w:val="24"/>
          <w:szCs w:val="24"/>
        </w:rPr>
        <w:t>Цена</w:t>
      </w:r>
      <w:r w:rsidRPr="00B74BAE">
        <w:rPr>
          <w:rFonts w:ascii="Times New Roman" w:hAnsi="Times New Roman"/>
          <w:sz w:val="24"/>
          <w:szCs w:val="24"/>
        </w:rPr>
        <w:t xml:space="preserve"> договора управления </w:t>
      </w:r>
      <w:r w:rsidRPr="00B74BAE">
        <w:rPr>
          <w:rFonts w:ascii="Times New Roman" w:hAnsi="Times New Roman"/>
          <w:noProof/>
          <w:sz w:val="24"/>
          <w:szCs w:val="24"/>
        </w:rPr>
        <w:t xml:space="preserve">(комплекса </w:t>
      </w:r>
      <w:r w:rsidRPr="00B74BAE">
        <w:rPr>
          <w:rFonts w:ascii="Times New Roman" w:hAnsi="Times New Roman"/>
          <w:sz w:val="24"/>
          <w:szCs w:val="24"/>
        </w:rPr>
        <w:t>услуг и работ по управлению многоквартирным домом, текущему содержанию общего имущества в многоквартирном доме</w:t>
      </w:r>
      <w:r w:rsidRPr="00B74BAE">
        <w:rPr>
          <w:rFonts w:ascii="Times New Roman" w:hAnsi="Times New Roman"/>
          <w:noProof/>
          <w:sz w:val="24"/>
          <w:szCs w:val="24"/>
        </w:rPr>
        <w:t xml:space="preserve"> и предоставлению коммунальных услуг) складывается из стоимости услуг и работ по управлению, содержанию и текущему ремонту общего имущества собственников помещений в многоквартирном доме и стоимости коммунальных услуг, предоставленных собственникам и пользователям помещений в многоквартирном доме.</w:t>
      </w:r>
    </w:p>
    <w:p w:rsidR="00E45036" w:rsidRPr="00B74BAE" w:rsidRDefault="00E45036" w:rsidP="0092668D">
      <w:pPr>
        <w:pStyle w:val="ListParagraph"/>
        <w:numPr>
          <w:ilvl w:val="1"/>
          <w:numId w:val="1"/>
        </w:numPr>
        <w:spacing w:line="240" w:lineRule="auto"/>
        <w:ind w:left="-426" w:firstLine="284"/>
        <w:jc w:val="both"/>
        <w:rPr>
          <w:rFonts w:ascii="Times New Roman" w:hAnsi="Times New Roman"/>
          <w:sz w:val="24"/>
          <w:szCs w:val="24"/>
        </w:rPr>
      </w:pPr>
      <w:r w:rsidRPr="00B74BAE">
        <w:rPr>
          <w:rFonts w:ascii="Times New Roman" w:hAnsi="Times New Roman"/>
          <w:sz w:val="24"/>
          <w:szCs w:val="24"/>
        </w:rPr>
        <w:t xml:space="preserve">Годовая стоимость услуг и работ по управлению, содержанию и текущему ремонту общего имущества в многоквартирном доме определяется как сумма годовой стоимости каждой из услуг и работ, включенных в перечень услуг и работ по настоящему договору. </w:t>
      </w:r>
    </w:p>
    <w:p w:rsidR="00E45036" w:rsidRPr="00B74BAE" w:rsidRDefault="00E45036" w:rsidP="0092668D">
      <w:pPr>
        <w:pStyle w:val="ListParagraph"/>
        <w:numPr>
          <w:ilvl w:val="1"/>
          <w:numId w:val="1"/>
        </w:numPr>
        <w:spacing w:line="240" w:lineRule="auto"/>
        <w:ind w:left="-426" w:firstLine="284"/>
        <w:jc w:val="both"/>
        <w:rPr>
          <w:rFonts w:ascii="Times New Roman" w:hAnsi="Times New Roman"/>
          <w:sz w:val="24"/>
          <w:szCs w:val="24"/>
        </w:rPr>
      </w:pPr>
      <w:r w:rsidRPr="00B74BAE">
        <w:rPr>
          <w:rFonts w:ascii="Times New Roman" w:hAnsi="Times New Roman"/>
          <w:sz w:val="24"/>
          <w:szCs w:val="24"/>
        </w:rPr>
        <w:t xml:space="preserve"> Годовая стоимость каждой услуги (работы) определяется исходя из объема каждой услуги (работы) которая рассчитывается по частоте, периодичности выполнения  услуги (работы) в течение года, соответствующей количественной характеристики многоквартирного дома, и стоимости (цены) услуги (работы) в расчете на единицу измерения, соответствующую данной услуге (работе). </w:t>
      </w:r>
    </w:p>
    <w:p w:rsidR="00E45036" w:rsidRPr="00B74BAE" w:rsidRDefault="00E45036" w:rsidP="0092668D">
      <w:pPr>
        <w:pStyle w:val="ListParagraph"/>
        <w:numPr>
          <w:ilvl w:val="1"/>
          <w:numId w:val="1"/>
        </w:numPr>
        <w:spacing w:line="240" w:lineRule="auto"/>
        <w:ind w:left="-426" w:firstLine="284"/>
        <w:jc w:val="both"/>
        <w:rPr>
          <w:rFonts w:ascii="Times New Roman" w:hAnsi="Times New Roman"/>
          <w:sz w:val="24"/>
          <w:szCs w:val="24"/>
        </w:rPr>
      </w:pPr>
      <w:r w:rsidRPr="00B74BAE">
        <w:rPr>
          <w:rFonts w:ascii="Times New Roman" w:hAnsi="Times New Roman"/>
          <w:sz w:val="24"/>
          <w:szCs w:val="24"/>
        </w:rPr>
        <w:t xml:space="preserve">Размер ежемесячной платы услуг и работ по управлению, содержанию и ремонту общего имущества в многоквартирном доме (платы за жилое помещение) в расчете на один квадратный метр общей площади помещений собственников определяется путем деления годовой стоимости на количество месяцев в году и на суммарную общую площадь помещений (жилых и нежилых) в многоквартирном доме. </w:t>
      </w:r>
    </w:p>
    <w:p w:rsidR="00E45036" w:rsidRPr="00B74BAE" w:rsidRDefault="00E45036" w:rsidP="0092668D">
      <w:pPr>
        <w:pStyle w:val="ListParagraph"/>
        <w:numPr>
          <w:ilvl w:val="1"/>
          <w:numId w:val="1"/>
        </w:numPr>
        <w:spacing w:line="240" w:lineRule="auto"/>
        <w:ind w:left="-426" w:firstLine="284"/>
        <w:jc w:val="both"/>
        <w:rPr>
          <w:rFonts w:ascii="Times New Roman" w:hAnsi="Times New Roman"/>
          <w:sz w:val="24"/>
          <w:szCs w:val="24"/>
        </w:rPr>
      </w:pPr>
      <w:r w:rsidRPr="00B74BAE">
        <w:rPr>
          <w:rFonts w:ascii="Times New Roman" w:hAnsi="Times New Roman"/>
          <w:sz w:val="24"/>
          <w:szCs w:val="24"/>
        </w:rPr>
        <w:t>Годовая стоимость и размер ежемесячной платы за услуги и работы по управлению, содержанию и ремонту общего имущества в многоквартирном доме приведены в настоящем Приложении 4.</w:t>
      </w:r>
    </w:p>
    <w:p w:rsidR="00E45036" w:rsidRPr="00B74BAE" w:rsidRDefault="00E45036" w:rsidP="0092668D">
      <w:pPr>
        <w:pStyle w:val="ListParagraph"/>
        <w:numPr>
          <w:ilvl w:val="1"/>
          <w:numId w:val="1"/>
        </w:numPr>
        <w:spacing w:line="240" w:lineRule="auto"/>
        <w:ind w:left="-426" w:firstLine="284"/>
        <w:jc w:val="both"/>
        <w:rPr>
          <w:rFonts w:ascii="Times New Roman" w:hAnsi="Times New Roman"/>
          <w:sz w:val="24"/>
          <w:szCs w:val="24"/>
        </w:rPr>
      </w:pPr>
      <w:r w:rsidRPr="00B74BAE">
        <w:rPr>
          <w:rFonts w:ascii="Times New Roman" w:hAnsi="Times New Roman"/>
          <w:sz w:val="24"/>
          <w:szCs w:val="24"/>
        </w:rPr>
        <w:t>Размер платы за коммунальные услуги определяется в соответствии с Правилами установленными  правительством РФ.</w:t>
      </w:r>
    </w:p>
    <w:p w:rsidR="00E45036" w:rsidRPr="00B74BAE" w:rsidRDefault="00E45036" w:rsidP="0092668D">
      <w:pPr>
        <w:pStyle w:val="ListParagraph"/>
        <w:numPr>
          <w:ilvl w:val="1"/>
          <w:numId w:val="1"/>
        </w:numPr>
        <w:spacing w:line="240" w:lineRule="auto"/>
        <w:ind w:left="-426" w:firstLine="284"/>
        <w:jc w:val="both"/>
        <w:rPr>
          <w:rFonts w:ascii="Times New Roman" w:hAnsi="Times New Roman"/>
          <w:sz w:val="24"/>
          <w:szCs w:val="24"/>
        </w:rPr>
      </w:pPr>
      <w:r w:rsidRPr="00B74BAE">
        <w:rPr>
          <w:rFonts w:ascii="Times New Roman" w:hAnsi="Times New Roman"/>
          <w:sz w:val="24"/>
          <w:szCs w:val="24"/>
        </w:rPr>
        <w:t>Плата за услуги и работы по управлению, содержанию, ремонту жилого помещения и коммунальные услуги вносится ежемесячно до 10-го числа месяца, следующего за истекшим месяцем.</w:t>
      </w:r>
    </w:p>
    <w:p w:rsidR="00E45036" w:rsidRPr="00B74BAE" w:rsidRDefault="00E45036" w:rsidP="0092668D">
      <w:pPr>
        <w:pStyle w:val="ListParagraph"/>
        <w:numPr>
          <w:ilvl w:val="1"/>
          <w:numId w:val="1"/>
        </w:numPr>
        <w:spacing w:line="240" w:lineRule="auto"/>
        <w:ind w:left="-426" w:firstLine="284"/>
        <w:jc w:val="both"/>
        <w:rPr>
          <w:rFonts w:ascii="Times New Roman" w:hAnsi="Times New Roman"/>
          <w:sz w:val="24"/>
          <w:szCs w:val="24"/>
        </w:rPr>
      </w:pPr>
      <w:r w:rsidRPr="00B74BAE">
        <w:rPr>
          <w:rFonts w:ascii="Times New Roman" w:hAnsi="Times New Roman"/>
          <w:sz w:val="24"/>
          <w:szCs w:val="24"/>
        </w:rPr>
        <w:t>Затраты, связанные с выполнением Управляющим дополнительных работ связанных с форс мажорными обстоятельствами, оплачиваются Собственником дополнительно.</w:t>
      </w:r>
    </w:p>
    <w:p w:rsidR="00E45036" w:rsidRPr="00B74BAE" w:rsidRDefault="00E45036" w:rsidP="0092668D">
      <w:pPr>
        <w:pStyle w:val="ListParagraph"/>
        <w:numPr>
          <w:ilvl w:val="1"/>
          <w:numId w:val="1"/>
        </w:numPr>
        <w:spacing w:line="240" w:lineRule="auto"/>
        <w:ind w:left="-426" w:firstLine="284"/>
        <w:jc w:val="both"/>
        <w:rPr>
          <w:rFonts w:ascii="Times New Roman" w:hAnsi="Times New Roman"/>
          <w:sz w:val="24"/>
          <w:szCs w:val="24"/>
        </w:rPr>
      </w:pPr>
      <w:r w:rsidRPr="00B74BAE">
        <w:rPr>
          <w:rFonts w:ascii="Times New Roman" w:hAnsi="Times New Roman"/>
          <w:sz w:val="24"/>
          <w:szCs w:val="24"/>
        </w:rPr>
        <w:t>Стоимость работ и услуг по  управлению, содержанию и текущему ремонту общего имущества в многоквартирном доме  изменяется  в следующем порядке:</w:t>
      </w:r>
    </w:p>
    <w:p w:rsidR="00E45036" w:rsidRPr="00B74BAE" w:rsidRDefault="00E45036" w:rsidP="0092668D">
      <w:pPr>
        <w:ind w:left="-426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1).        </w:t>
      </w:r>
      <w:r w:rsidRPr="00B74BAE">
        <w:rPr>
          <w:rFonts w:ascii="Times New Roman" w:hAnsi="Times New Roman"/>
          <w:sz w:val="24"/>
          <w:szCs w:val="24"/>
        </w:rPr>
        <w:t>Ежегодно путем проведения  годового общего собрания собственников помещений в многоквартирном доме не позже «31» марта текущего года, на котором рассматривать предложение управляющей организации об изменении перечня услуг и работ по управлению, содержанию и текущему и ремонту многоквартирного дома,  годовой стоимости и ежемесячной платы за услуги и работы по управлению, содержанию и ремонту общего имущества в многоквартирном доме на очередной год действия договора управления.</w:t>
      </w:r>
    </w:p>
    <w:p w:rsidR="00E45036" w:rsidRPr="00B74BAE" w:rsidRDefault="00E45036" w:rsidP="0092668D">
      <w:pPr>
        <w:spacing w:line="24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       </w:t>
      </w:r>
      <w:r w:rsidRPr="00B74BAE">
        <w:rPr>
          <w:rFonts w:ascii="Times New Roman" w:hAnsi="Times New Roman"/>
          <w:sz w:val="24"/>
          <w:szCs w:val="24"/>
        </w:rPr>
        <w:t>В случае, если собственники помещений в многоквартирном доме не примут в течение срока, указанного в пункте 1 решение об изменении перечня услуг и работ на следующий год, перечень услуг и работ по договору управления остается прежним, при этом   размер</w:t>
      </w:r>
      <w:r w:rsidRPr="00B74BAE">
        <w:rPr>
          <w:rFonts w:ascii="Times New Roman" w:hAnsi="Times New Roman"/>
          <w:noProof/>
          <w:sz w:val="24"/>
          <w:szCs w:val="24"/>
        </w:rPr>
        <w:t xml:space="preserve"> платы за содержание и ремонт </w:t>
      </w:r>
      <w:r w:rsidRPr="00B74BAE">
        <w:rPr>
          <w:rFonts w:ascii="Times New Roman" w:hAnsi="Times New Roman"/>
          <w:sz w:val="24"/>
          <w:szCs w:val="24"/>
        </w:rPr>
        <w:t>жилого помещения с первого месяца следующего года увеличивается на величину  базового и</w:t>
      </w:r>
      <w:r w:rsidRPr="00B74BAE">
        <w:rPr>
          <w:rFonts w:ascii="Times New Roman" w:hAnsi="Times New Roman"/>
          <w:bCs/>
          <w:sz w:val="24"/>
          <w:szCs w:val="24"/>
        </w:rPr>
        <w:t xml:space="preserve">ндекса потребительских цен (индекс инфляции) по Липецкой области по данным </w:t>
      </w:r>
      <w:r w:rsidRPr="00B74BAE">
        <w:rPr>
          <w:rFonts w:ascii="Times New Roman" w:hAnsi="Times New Roman"/>
          <w:sz w:val="24"/>
          <w:szCs w:val="24"/>
        </w:rPr>
        <w:t xml:space="preserve">федерального органа исполнительной </w:t>
      </w:r>
      <w:r w:rsidRPr="00B74BAE">
        <w:rPr>
          <w:rFonts w:ascii="Times New Roman" w:hAnsi="Times New Roman"/>
          <w:noProof/>
          <w:sz w:val="24"/>
          <w:szCs w:val="24"/>
        </w:rPr>
        <w:t>власти</w:t>
      </w:r>
      <w:r w:rsidRPr="00B74BAE">
        <w:rPr>
          <w:rFonts w:ascii="Times New Roman" w:hAnsi="Times New Roman"/>
          <w:sz w:val="24"/>
          <w:szCs w:val="24"/>
        </w:rPr>
        <w:t>, осуществляющего функции по формированию официальной статистической информации о социальном, экономическом, демографическом и экологическом положении страны (далее - базовый и</w:t>
      </w:r>
      <w:r w:rsidRPr="00B74BAE">
        <w:rPr>
          <w:rFonts w:ascii="Times New Roman" w:hAnsi="Times New Roman"/>
          <w:bCs/>
          <w:sz w:val="24"/>
          <w:szCs w:val="24"/>
        </w:rPr>
        <w:t>ндекс потребительских цен</w:t>
      </w:r>
      <w:r w:rsidRPr="00B74BAE">
        <w:rPr>
          <w:rFonts w:ascii="Times New Roman" w:hAnsi="Times New Roman"/>
          <w:sz w:val="24"/>
          <w:szCs w:val="24"/>
        </w:rPr>
        <w:t>).</w:t>
      </w:r>
    </w:p>
    <w:p w:rsidR="00E45036" w:rsidRPr="00B74BAE" w:rsidRDefault="00E45036" w:rsidP="0092668D">
      <w:pPr>
        <w:spacing w:line="240" w:lineRule="auto"/>
        <w:ind w:left="-426" w:firstLine="426"/>
        <w:jc w:val="both"/>
        <w:rPr>
          <w:rFonts w:ascii="Times New Roman" w:hAnsi="Times New Roman"/>
          <w:bCs/>
          <w:sz w:val="24"/>
          <w:szCs w:val="24"/>
        </w:rPr>
      </w:pPr>
      <w:r w:rsidRPr="00B74BAE">
        <w:rPr>
          <w:rFonts w:ascii="Times New Roman" w:hAnsi="Times New Roman"/>
          <w:sz w:val="24"/>
          <w:szCs w:val="24"/>
        </w:rPr>
        <w:t>3)            В случае, если собственники помещений на общем собрании примут решение об изменении перечня работ и услуг на следующий год, но не примут решения о соответствующем изменении размера платы за управление, содержание и ремонт общего имущества в многоквартирном доме, предложенном управляющей организацией, управляющая организация вправе: исполнять прежний перечень услуг и работ по договору, при этом   размер</w:t>
      </w:r>
      <w:r w:rsidRPr="00B74BAE">
        <w:rPr>
          <w:rFonts w:ascii="Times New Roman" w:hAnsi="Times New Roman"/>
          <w:noProof/>
          <w:sz w:val="24"/>
          <w:szCs w:val="24"/>
        </w:rPr>
        <w:t xml:space="preserve"> платы за управление, содержание и ремонт </w:t>
      </w:r>
      <w:r w:rsidRPr="00B74BAE">
        <w:rPr>
          <w:rFonts w:ascii="Times New Roman" w:hAnsi="Times New Roman"/>
          <w:sz w:val="24"/>
          <w:szCs w:val="24"/>
        </w:rPr>
        <w:t>жилого помещения с первого месяца следующего года увеличивается на величину  базового и</w:t>
      </w:r>
      <w:r w:rsidRPr="00B74BAE">
        <w:rPr>
          <w:rFonts w:ascii="Times New Roman" w:hAnsi="Times New Roman"/>
          <w:bCs/>
          <w:sz w:val="24"/>
          <w:szCs w:val="24"/>
        </w:rPr>
        <w:t>ндекса потребительских цен (индекс инфляции) по Липецкой области.</w:t>
      </w:r>
    </w:p>
    <w:p w:rsidR="00E45036" w:rsidRDefault="00E45036"/>
    <w:sectPr w:rsidR="00E45036" w:rsidSect="008359DA">
      <w:pgSz w:w="11906" w:h="16838"/>
      <w:pgMar w:top="899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917B0"/>
    <w:multiLevelType w:val="multilevel"/>
    <w:tmpl w:val="1836236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495" w:hanging="495"/>
      </w:pPr>
      <w:rPr>
        <w:rFonts w:cs="Times New Roman"/>
        <w:b w:val="0"/>
        <w:i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273C"/>
    <w:rsid w:val="00251FC5"/>
    <w:rsid w:val="005E6C9D"/>
    <w:rsid w:val="0072662B"/>
    <w:rsid w:val="0081273C"/>
    <w:rsid w:val="008359DA"/>
    <w:rsid w:val="0092668D"/>
    <w:rsid w:val="00972E69"/>
    <w:rsid w:val="00B74BAE"/>
    <w:rsid w:val="00BE724B"/>
    <w:rsid w:val="00E450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6C9D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2668D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251F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51F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6221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1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2</Pages>
  <Words>864</Words>
  <Characters>4930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Admin</cp:lastModifiedBy>
  <cp:revision>5</cp:revision>
  <cp:lastPrinted>2015-12-23T07:16:00Z</cp:lastPrinted>
  <dcterms:created xsi:type="dcterms:W3CDTF">2015-12-22T06:11:00Z</dcterms:created>
  <dcterms:modified xsi:type="dcterms:W3CDTF">2015-12-23T07:18:00Z</dcterms:modified>
</cp:coreProperties>
</file>